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CF" w:rsidRPr="005D54B8" w:rsidRDefault="00A64688" w:rsidP="008465E4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group id="_x0000_s1102" style="position:absolute;margin-left:2.9pt;margin-top:-11.2pt;width:521.35pt;height:63pt;z-index:251657728" coordorigin="753,555" coordsize="10152,1260">
            <v:group id="_x0000_s1103" style="position:absolute;left:1410;top:555;width:9495;height:1260" coordorigin="1410,555" coordsize="9495,1260">
              <v:rect id="_x0000_s1104" style="position:absolute;left:1410;top:555;width:9495;height:1260" filled="f" stroked="f">
                <v:textbox style="mso-next-textbox:#_x0000_s1104">
                  <w:txbxContent>
                    <w:p w:rsidR="006136CF" w:rsidRPr="0021511C" w:rsidRDefault="006136CF" w:rsidP="00162AA6">
                      <w:pPr>
                        <w:tabs>
                          <w:tab w:val="right" w:pos="5580"/>
                          <w:tab w:val="right" w:pos="9450"/>
                        </w:tabs>
                      </w:pPr>
                      <w:r w:rsidRPr="0021511C">
                        <w:t>Name: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  <w:r w:rsidRPr="0021511C">
                        <w:tab/>
                      </w:r>
                      <w:fldSimple w:instr=" FILENAME   \* MERGEFORMAT ">
                        <w:r w:rsidR="00154AC3">
                          <w:rPr>
                            <w:noProof/>
                          </w:rPr>
                          <w:t>HW7_SystemsOfEquations</w:t>
                        </w:r>
                      </w:fldSimple>
                    </w:p>
                    <w:p w:rsidR="006136CF" w:rsidRPr="00311F19" w:rsidRDefault="006136CF" w:rsidP="00162AA6">
                      <w:pPr>
                        <w:pStyle w:val="Header"/>
                        <w:tabs>
                          <w:tab w:val="right" w:pos="2430"/>
                          <w:tab w:val="right" w:pos="4680"/>
                          <w:tab w:val="right" w:pos="9450"/>
                        </w:tabs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Ms. Estrada, Mr. Bielmeier, Mr. Tiénou-Gustafson</w:t>
                      </w:r>
                    </w:p>
                    <w:p w:rsidR="006136CF" w:rsidRPr="0021511C" w:rsidRDefault="006136CF" w:rsidP="00162AA6">
                      <w:pPr>
                        <w:pStyle w:val="Header"/>
                        <w:tabs>
                          <w:tab w:val="right" w:pos="2790"/>
                          <w:tab w:val="right" w:pos="9450"/>
                        </w:tabs>
                      </w:pPr>
                      <w:r>
                        <w:t>Geometry</w:t>
                      </w:r>
                      <w:r w:rsidRPr="0021511C">
                        <w:t>, Period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u w:val="single"/>
                        </w:rPr>
                        <w:tab/>
                      </w:r>
                    </w:p>
                    <w:p w:rsidR="006136CF" w:rsidRPr="0021511C" w:rsidRDefault="006136CF" w:rsidP="00162AA6">
                      <w:pPr>
                        <w:tabs>
                          <w:tab w:val="right" w:pos="2790"/>
                          <w:tab w:val="right" w:pos="9450"/>
                        </w:tabs>
                      </w:pPr>
                      <w:r w:rsidRPr="0021511C">
                        <w:t>Due Date:</w:t>
                      </w:r>
                      <w:r w:rsidRPr="0021511C">
                        <w:rPr>
                          <w:u w:val="single"/>
                        </w:rPr>
                        <w:t xml:space="preserve"> </w:t>
                      </w:r>
                      <w:r w:rsidR="008336DE">
                        <w:rPr>
                          <w:u w:val="single"/>
                        </w:rPr>
                        <w:t>Thu</w:t>
                      </w:r>
                      <w:r w:rsidR="00162AA6">
                        <w:rPr>
                          <w:u w:val="single"/>
                        </w:rPr>
                        <w:t xml:space="preserve">, </w:t>
                      </w:r>
                      <w:r w:rsidR="008336DE">
                        <w:rPr>
                          <w:u w:val="single"/>
                        </w:rPr>
                        <w:t>4</w:t>
                      </w:r>
                      <w:r w:rsidR="00162AA6">
                        <w:rPr>
                          <w:u w:val="single"/>
                        </w:rPr>
                        <w:t xml:space="preserve"> </w:t>
                      </w:r>
                      <w:r w:rsidR="009E1E92">
                        <w:rPr>
                          <w:u w:val="single"/>
                        </w:rPr>
                        <w:t>Sep</w:t>
                      </w:r>
                      <w:r w:rsidR="00162AA6">
                        <w:rPr>
                          <w:u w:val="single"/>
                        </w:rPr>
                        <w:t xml:space="preserve"> 2014</w:t>
                      </w:r>
                    </w:p>
                  </w:txbxContent>
                </v:textbox>
              </v:rect>
              <v:roundrect id="_x0000_s1105" style="position:absolute;left:8985;top:900;width:1755;height:780" arcsize="10923f">
                <v:shadow on="t"/>
                <v:textbox style="mso-next-textbox:#_x0000_s1105" inset=",0,,0">
                  <w:txbxContent>
                    <w:p w:rsidR="006136CF" w:rsidRPr="001B09FE" w:rsidRDefault="006136CF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6136CF" w:rsidRPr="001B09FE" w:rsidRDefault="006136CF" w:rsidP="006136CF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753;top:672;width:756;height:1008">
              <v:imagedata r:id="rId7" o:title="El Mate Vive"/>
            </v:shape>
          </v:group>
        </w:pict>
      </w:r>
    </w:p>
    <w:p w:rsidR="006136CF" w:rsidRPr="005D54B8" w:rsidRDefault="006136CF" w:rsidP="008465E4">
      <w:pPr>
        <w:rPr>
          <w:rFonts w:asciiTheme="majorHAnsi" w:hAnsiTheme="majorHAnsi"/>
        </w:rPr>
      </w:pPr>
    </w:p>
    <w:p w:rsidR="006136CF" w:rsidRPr="005D54B8" w:rsidRDefault="006136CF" w:rsidP="008465E4">
      <w:pPr>
        <w:rPr>
          <w:rFonts w:asciiTheme="majorHAnsi" w:hAnsiTheme="majorHAnsi"/>
        </w:rPr>
      </w:pPr>
    </w:p>
    <w:p w:rsidR="006136CF" w:rsidRPr="005D54B8" w:rsidRDefault="006136CF" w:rsidP="008465E4">
      <w:pPr>
        <w:rPr>
          <w:rFonts w:asciiTheme="majorHAnsi" w:hAnsiTheme="majorHAnsi"/>
        </w:rPr>
      </w:pPr>
    </w:p>
    <w:p w:rsidR="005D54B8" w:rsidRDefault="00B742BD" w:rsidP="008465E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Solve the systems of equations below using the method described. If you want to check your work or are having trouble, visit the </w:t>
      </w:r>
      <w:hyperlink r:id="rId8" w:anchor="!" w:history="1">
        <w:proofErr w:type="spellStart"/>
        <w:r w:rsidRPr="00B742BD">
          <w:rPr>
            <w:rStyle w:val="Hyperlink"/>
            <w:rFonts w:asciiTheme="majorHAnsi" w:hAnsiTheme="majorHAnsi"/>
          </w:rPr>
          <w:t>yaymath</w:t>
        </w:r>
        <w:proofErr w:type="spellEnd"/>
        <w:r w:rsidRPr="00B742BD">
          <w:rPr>
            <w:rStyle w:val="Hyperlink"/>
            <w:rFonts w:asciiTheme="majorHAnsi" w:hAnsiTheme="majorHAnsi"/>
          </w:rPr>
          <w:t xml:space="preserve"> YouTube link</w:t>
        </w:r>
      </w:hyperlink>
      <w:r>
        <w:rPr>
          <w:rFonts w:asciiTheme="majorHAnsi" w:hAnsiTheme="majorHAnsi"/>
        </w:rPr>
        <w:t xml:space="preserve"> on the wiki.</w:t>
      </w:r>
    </w:p>
    <w:p w:rsidR="00B742BD" w:rsidRPr="005D54B8" w:rsidRDefault="00B742BD" w:rsidP="008465E4">
      <w:pPr>
        <w:rPr>
          <w:rFonts w:asciiTheme="majorHAnsi" w:hAnsiTheme="majorHAnsi"/>
        </w:rPr>
      </w:pPr>
    </w:p>
    <w:p w:rsidR="0078375D" w:rsidRPr="008336DE" w:rsidRDefault="00B742BD" w:rsidP="0078375D">
      <w:pPr>
        <w:numPr>
          <w:ilvl w:val="0"/>
          <w:numId w:val="42"/>
        </w:numPr>
      </w:pPr>
      <w:r>
        <w:rPr>
          <w:b/>
        </w:rPr>
        <w:t>Substitution Method</w:t>
      </w:r>
    </w:p>
    <w:p w:rsidR="008336DE" w:rsidRDefault="008336DE" w:rsidP="008336DE">
      <w:pPr>
        <w:rPr>
          <w:b/>
        </w:rPr>
      </w:pPr>
    </w:p>
    <w:p w:rsidR="00B742BD" w:rsidRPr="00B742BD" w:rsidRDefault="00B742BD" w:rsidP="00B742BD">
      <w:pPr>
        <w:pStyle w:val="ListParagraph"/>
        <w:numPr>
          <w:ilvl w:val="0"/>
          <w:numId w:val="46"/>
        </w:numPr>
      </w:pPr>
      <m:oMath>
        <m:r>
          <w:rPr>
            <w:rFonts w:ascii="Cambria Math" w:hAnsi="Cambria Math"/>
          </w:rPr>
          <m:t>2x+3y=12</m:t>
        </m:r>
      </m:oMath>
      <w:r w:rsidRPr="00B742BD">
        <w:t xml:space="preserve"> </w:t>
      </w:r>
      <w:proofErr w:type="gramStart"/>
      <w:r w:rsidRPr="00B742BD">
        <w:t xml:space="preserve">and </w:t>
      </w:r>
      <m:oMath>
        <w:proofErr w:type="gramEnd"/>
        <m:r>
          <w:rPr>
            <w:rFonts w:ascii="Cambria Math" w:hAnsi="Cambria Math"/>
          </w:rPr>
          <m:t>2x-y=4</m:t>
        </m:r>
      </m:oMath>
      <w:r w:rsidRPr="00B742BD">
        <w:t>. Solve for both x &amp; y in either order. (Your answer may be written as x=? and y=? or as (</w:t>
      </w:r>
      <w:proofErr w:type="spellStart"/>
      <w:r w:rsidRPr="00B742BD">
        <w:t>x</w:t>
      </w:r>
      <w:proofErr w:type="gramStart"/>
      <w:r w:rsidRPr="00B742BD">
        <w:t>,y</w:t>
      </w:r>
      <w:proofErr w:type="spellEnd"/>
      <w:proofErr w:type="gramEnd"/>
      <w:r w:rsidRPr="00B742BD">
        <w:t>).</w:t>
      </w:r>
    </w:p>
    <w:p w:rsidR="008336DE" w:rsidRPr="00B742BD" w:rsidRDefault="008336DE" w:rsidP="008336DE"/>
    <w:p w:rsidR="00B742BD" w:rsidRDefault="00B742BD" w:rsidP="008336DE"/>
    <w:p w:rsidR="00B742BD" w:rsidRPr="00B742BD" w:rsidRDefault="00B742BD" w:rsidP="008336DE"/>
    <w:p w:rsidR="00B742BD" w:rsidRDefault="00B742BD" w:rsidP="008336DE"/>
    <w:p w:rsidR="00B742BD" w:rsidRDefault="00B742BD" w:rsidP="008336DE"/>
    <w:p w:rsidR="00B742BD" w:rsidRPr="00B742BD" w:rsidRDefault="00B742BD" w:rsidP="008336DE"/>
    <w:p w:rsidR="00B742BD" w:rsidRPr="00B742BD" w:rsidRDefault="00B742BD" w:rsidP="008336DE"/>
    <w:p w:rsidR="00B742BD" w:rsidRPr="00B742BD" w:rsidRDefault="00B742BD" w:rsidP="00B742BD">
      <w:pPr>
        <w:pStyle w:val="ListParagraph"/>
        <w:numPr>
          <w:ilvl w:val="0"/>
          <w:numId w:val="46"/>
        </w:numPr>
      </w:pPr>
      <m:oMath>
        <m:r>
          <w:rPr>
            <w:rFonts w:ascii="Cambria Math" w:hAnsi="Cambria Math"/>
          </w:rPr>
          <m:t>x+2y=8</m:t>
        </m:r>
      </m:oMath>
      <w:r w:rsidRPr="00B742BD">
        <w:t xml:space="preserve"> </w:t>
      </w:r>
      <w:proofErr w:type="gramStart"/>
      <w:r w:rsidRPr="00B742BD">
        <w:t xml:space="preserve">and </w:t>
      </w:r>
      <m:oMath>
        <w:proofErr w:type="gramEnd"/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x-y=18</m:t>
        </m:r>
      </m:oMath>
      <w:r w:rsidRPr="00B742BD">
        <w:t xml:space="preserve">. </w:t>
      </w:r>
      <w:r>
        <w:t xml:space="preserve">What is </w:t>
      </w:r>
      <w:proofErr w:type="spellStart"/>
      <w:r>
        <w:t>xy</w:t>
      </w:r>
      <w:proofErr w:type="spellEnd"/>
      <w:r>
        <w:t>?</w:t>
      </w:r>
    </w:p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8336DE" w:rsidRDefault="00B742BD" w:rsidP="0078375D">
      <w:pPr>
        <w:numPr>
          <w:ilvl w:val="0"/>
          <w:numId w:val="42"/>
        </w:numPr>
      </w:pPr>
      <w:r>
        <w:rPr>
          <w:b/>
        </w:rPr>
        <w:t xml:space="preserve">Elimination Method </w:t>
      </w:r>
      <w:r>
        <w:t>(aka Adding / Subtracting Method)</w:t>
      </w:r>
    </w:p>
    <w:p w:rsidR="00B742BD" w:rsidRDefault="00B742BD" w:rsidP="00B742BD"/>
    <w:p w:rsidR="00B742BD" w:rsidRDefault="00B742BD" w:rsidP="00B742BD">
      <w:pPr>
        <w:pStyle w:val="ListParagraph"/>
        <w:numPr>
          <w:ilvl w:val="0"/>
          <w:numId w:val="46"/>
        </w:numPr>
        <w:rPr>
          <w:oMath/>
          <w:rFonts w:ascii="Cambria Math" w:hAnsi="Cambria Math"/>
        </w:rPr>
        <w:sectPr w:rsidR="00B742BD" w:rsidSect="008465E4">
          <w:footerReference w:type="default" r:id="rId9"/>
          <w:pgSz w:w="12240" w:h="15840"/>
          <w:pgMar w:top="720" w:right="720" w:bottom="720" w:left="720" w:header="720" w:footer="348" w:gutter="0"/>
          <w:cols w:space="720"/>
          <w:docGrid w:linePitch="360"/>
        </w:sectPr>
      </w:pPr>
    </w:p>
    <w:p w:rsidR="00B742BD" w:rsidRDefault="00B742BD" w:rsidP="00B742BD">
      <w:pPr>
        <w:pStyle w:val="ListParagraph"/>
        <w:numPr>
          <w:ilvl w:val="0"/>
          <w:numId w:val="46"/>
        </w:numPr>
      </w:pPr>
      <m:oMath>
        <m:r>
          <w:rPr>
            <w:rFonts w:ascii="Cambria Math" w:hAnsi="Cambria Math"/>
          </w:rPr>
          <w:lastRenderedPageBreak/>
          <m:t>x+2y=8</m:t>
        </m:r>
      </m:oMath>
    </w:p>
    <w:p w:rsidR="00B742BD" w:rsidRDefault="00B742BD" w:rsidP="00B742BD">
      <w:pPr>
        <w:pStyle w:val="ListParagraph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x-y=1</m:t>
          </m:r>
          <m:r>
            <w:rPr>
              <w:rFonts w:ascii="Cambria Math" w:hAnsi="Cambria Math"/>
            </w:rPr>
            <m:t>8</m:t>
          </m:r>
        </m:oMath>
      </m:oMathPara>
    </w:p>
    <w:p w:rsidR="00B742BD" w:rsidRDefault="00B742BD" w:rsidP="00B742BD">
      <w:pPr>
        <w:pStyle w:val="ListParagraph"/>
      </w:pPr>
    </w:p>
    <w:p w:rsidR="00B742BD" w:rsidRDefault="00B742BD" w:rsidP="00B742BD">
      <w:pPr>
        <w:pStyle w:val="ListParagraph"/>
      </w:pPr>
    </w:p>
    <w:p w:rsidR="00B742BD" w:rsidRDefault="00B742BD" w:rsidP="00B742BD">
      <w:pPr>
        <w:pStyle w:val="ListParagraph"/>
      </w:pPr>
    </w:p>
    <w:p w:rsidR="00B742BD" w:rsidRDefault="00B742BD" w:rsidP="00B742BD">
      <w:pPr>
        <w:pStyle w:val="ListParagraph"/>
      </w:pPr>
    </w:p>
    <w:p w:rsidR="00B742BD" w:rsidRDefault="00B742BD" w:rsidP="00B742BD">
      <w:pPr>
        <w:pStyle w:val="ListParagraph"/>
      </w:pPr>
    </w:p>
    <w:p w:rsidR="00B742BD" w:rsidRDefault="00B742BD" w:rsidP="00B742BD">
      <w:pPr>
        <w:pStyle w:val="ListParagraph"/>
      </w:pPr>
    </w:p>
    <w:p w:rsidR="00B742BD" w:rsidRDefault="00B742BD" w:rsidP="00B742BD">
      <w:pPr>
        <w:pStyle w:val="ListParagraph"/>
      </w:pPr>
    </w:p>
    <w:p w:rsidR="00B742BD" w:rsidRDefault="00B742BD" w:rsidP="00B742BD">
      <w:pPr>
        <w:pStyle w:val="ListParagraph"/>
      </w:pPr>
    </w:p>
    <w:p w:rsidR="00B742BD" w:rsidRDefault="00B742BD" w:rsidP="00B742BD">
      <w:pPr>
        <w:pStyle w:val="ListParagraph"/>
      </w:pPr>
    </w:p>
    <w:p w:rsidR="00B742BD" w:rsidRDefault="00B742BD" w:rsidP="00B742BD">
      <w:pPr>
        <w:pStyle w:val="ListParagraph"/>
      </w:pPr>
    </w:p>
    <w:p w:rsidR="00B742BD" w:rsidRPr="00B742BD" w:rsidRDefault="00B742BD" w:rsidP="00B742BD">
      <w:pPr>
        <w:pStyle w:val="ListParagraph"/>
      </w:pPr>
    </w:p>
    <w:p w:rsidR="00B742BD" w:rsidRPr="00B742BD" w:rsidRDefault="00B742BD" w:rsidP="00B742BD">
      <w:pPr>
        <w:pStyle w:val="ListParagraph"/>
        <w:numPr>
          <w:ilvl w:val="0"/>
          <w:numId w:val="46"/>
        </w:numPr>
        <w:ind w:left="360"/>
      </w:pPr>
      <w:r>
        <w:br w:type="column"/>
      </w:r>
      <m:oMathPara>
        <m:oMathParaPr>
          <m:jc m:val="left"/>
        </m:oMathParaPr>
        <m:oMath>
          <m:r>
            <w:rPr>
              <w:rFonts w:ascii="Cambria Math" w:hAnsi="Cambria Math"/>
            </w:rPr>
            <m:t>6x+3y=1</m:t>
          </m:r>
          <m:r>
            <w:rPr>
              <w:rFonts w:ascii="Cambria Math" w:hAnsi="Cambria Math"/>
            </w:rPr>
            <m:t>2</m:t>
          </m:r>
        </m:oMath>
      </m:oMathPara>
    </w:p>
    <w:p w:rsidR="00B742BD" w:rsidRDefault="00B742BD" w:rsidP="00B742BD">
      <w:pPr>
        <w:pStyle w:val="ListParagrap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2x=8-y</m:t>
          </m:r>
        </m:oMath>
      </m:oMathPara>
    </w:p>
    <w:p w:rsidR="00B742BD" w:rsidRDefault="00B742BD" w:rsidP="00B742BD"/>
    <w:p w:rsidR="00B742BD" w:rsidRDefault="00B742BD" w:rsidP="00B742BD"/>
    <w:p w:rsidR="00B742BD" w:rsidRDefault="00B742BD">
      <w:pPr>
        <w:sectPr w:rsidR="00B742BD" w:rsidSect="00B742BD">
          <w:type w:val="continuous"/>
          <w:pgSz w:w="12240" w:h="15840"/>
          <w:pgMar w:top="720" w:right="720" w:bottom="720" w:left="720" w:header="720" w:footer="348" w:gutter="0"/>
          <w:cols w:num="2" w:sep="1" w:space="720"/>
          <w:docGrid w:linePitch="360"/>
        </w:sectPr>
      </w:pPr>
    </w:p>
    <w:p w:rsidR="00B742BD" w:rsidRDefault="00B742BD">
      <w:r>
        <w:lastRenderedPageBreak/>
        <w:br w:type="page"/>
      </w:r>
    </w:p>
    <w:p w:rsidR="00B742BD" w:rsidRDefault="00B742BD" w:rsidP="00B742BD">
      <w:pPr>
        <w:numPr>
          <w:ilvl w:val="0"/>
          <w:numId w:val="42"/>
        </w:numPr>
        <w:spacing w:line="360" w:lineRule="auto"/>
      </w:pPr>
      <w:r>
        <w:rPr>
          <w:b/>
        </w:rPr>
        <w:lastRenderedPageBreak/>
        <w:t xml:space="preserve">Both methods </w:t>
      </w:r>
      <w:r>
        <w:t>– Try solving the same problem using both methods. Which is easier?</w:t>
      </w:r>
    </w:p>
    <w:p w:rsidR="00B742BD" w:rsidRDefault="00B742BD" w:rsidP="00B742BD">
      <w:pPr>
        <w:pStyle w:val="ListParagraph"/>
        <w:numPr>
          <w:ilvl w:val="0"/>
          <w:numId w:val="46"/>
        </w:numPr>
      </w:pPr>
      <m:oMath>
        <m:r>
          <w:rPr>
            <w:rFonts w:ascii="Cambria Math" w:hAnsi="Cambria Math"/>
          </w:rPr>
          <m:t>x+y=3</m:t>
        </m:r>
      </m:oMath>
      <w:r>
        <w:t xml:space="preserve"> and </w:t>
      </w:r>
      <m:oMath>
        <m:r>
          <w:rPr>
            <w:rFonts w:ascii="Cambria Math" w:hAnsi="Cambria Math"/>
          </w:rPr>
          <m:t>2x-3y=16</m:t>
        </m:r>
      </m:oMath>
    </w:p>
    <w:p w:rsidR="00B742BD" w:rsidRDefault="00B742BD" w:rsidP="00B742BD">
      <w:pPr>
        <w:sectPr w:rsidR="00B742BD" w:rsidSect="00B742BD">
          <w:type w:val="continuous"/>
          <w:pgSz w:w="12240" w:h="15840"/>
          <w:pgMar w:top="720" w:right="720" w:bottom="720" w:left="720" w:header="720" w:footer="348" w:gutter="0"/>
          <w:cols w:space="720"/>
          <w:docGrid w:linePitch="360"/>
        </w:sectPr>
      </w:pPr>
    </w:p>
    <w:p w:rsidR="00B742BD" w:rsidRPr="00B742BD" w:rsidRDefault="00B742BD" w:rsidP="00B742BD">
      <w:pPr>
        <w:rPr>
          <w:b/>
          <w:u w:val="single"/>
        </w:rPr>
      </w:pPr>
      <w:r>
        <w:rPr>
          <w:b/>
          <w:u w:val="single"/>
        </w:rPr>
        <w:lastRenderedPageBreak/>
        <w:t>Substitution method:</w:t>
      </w:r>
    </w:p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Default="00B742BD" w:rsidP="00B742BD"/>
    <w:p w:rsidR="00B742BD" w:rsidRPr="00B742BD" w:rsidRDefault="00B742BD" w:rsidP="00B742BD">
      <w:pPr>
        <w:rPr>
          <w:b/>
          <w:u w:val="single"/>
        </w:rPr>
      </w:pPr>
      <w:r>
        <w:br w:type="column"/>
      </w:r>
      <w:r>
        <w:rPr>
          <w:b/>
          <w:u w:val="single"/>
        </w:rPr>
        <w:lastRenderedPageBreak/>
        <w:t>Elimination method:</w:t>
      </w:r>
    </w:p>
    <w:p w:rsidR="00B742BD" w:rsidRDefault="00B742BD" w:rsidP="00B742BD"/>
    <w:p w:rsidR="00B742BD" w:rsidRDefault="00B742BD" w:rsidP="00B742BD">
      <w:pPr>
        <w:sectPr w:rsidR="00B742BD" w:rsidSect="00B742BD">
          <w:type w:val="continuous"/>
          <w:pgSz w:w="12240" w:h="15840"/>
          <w:pgMar w:top="720" w:right="720" w:bottom="720" w:left="720" w:header="720" w:footer="348" w:gutter="0"/>
          <w:cols w:num="2" w:sep="1" w:space="720"/>
          <w:docGrid w:linePitch="360"/>
        </w:sectPr>
      </w:pPr>
    </w:p>
    <w:p w:rsidR="00B742BD" w:rsidRPr="00154AC3" w:rsidRDefault="00B742BD" w:rsidP="00154AC3">
      <w:pPr>
        <w:pBdr>
          <w:top w:val="single" w:sz="4" w:space="1" w:color="auto"/>
        </w:pBdr>
        <w:rPr>
          <w:sz w:val="10"/>
        </w:rPr>
      </w:pPr>
    </w:p>
    <w:p w:rsidR="00B742BD" w:rsidRDefault="00B742BD" w:rsidP="00B742BD">
      <w:pPr>
        <w:numPr>
          <w:ilvl w:val="0"/>
          <w:numId w:val="42"/>
        </w:numPr>
      </w:pPr>
      <w:proofErr w:type="gramStart"/>
      <w:r>
        <w:rPr>
          <w:b/>
        </w:rPr>
        <w:t>Word Problems – your choice of methods.</w:t>
      </w:r>
      <w:proofErr w:type="gramEnd"/>
      <w:r>
        <w:rPr>
          <w:b/>
        </w:rPr>
        <w:t xml:space="preserve"> </w:t>
      </w:r>
    </w:p>
    <w:p w:rsidR="00154AC3" w:rsidRPr="00154AC3" w:rsidRDefault="00154AC3" w:rsidP="00B742BD">
      <w:pPr>
        <w:pStyle w:val="ListParagraph"/>
        <w:numPr>
          <w:ilvl w:val="0"/>
          <w:numId w:val="46"/>
        </w:numPr>
        <w:rPr>
          <w:spacing w:val="-4"/>
        </w:rPr>
      </w:pPr>
      <w:r w:rsidRPr="00154AC3">
        <w:rPr>
          <w:spacing w:val="-4"/>
        </w:rPr>
        <w:t xml:space="preserve">Julia is buying miniature cars. She wants to buy </w:t>
      </w:r>
      <w:proofErr w:type="gramStart"/>
      <w:r w:rsidRPr="00154AC3">
        <w:rPr>
          <w:spacing w:val="-4"/>
        </w:rPr>
        <w:t>8</w:t>
      </w:r>
      <w:proofErr w:type="gramEnd"/>
      <w:r w:rsidRPr="00154AC3">
        <w:rPr>
          <w:spacing w:val="-4"/>
        </w:rPr>
        <w:t xml:space="preserve"> cars total for a big race she and her friends are having. Red cars are $4 dollars each. Black cars are $5 dollars each. If she spends $38, how many red cars did she buy?</w:t>
      </w:r>
    </w:p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/>
    <w:p w:rsidR="00B742BD" w:rsidRDefault="00154AC3" w:rsidP="00B742BD">
      <w:pPr>
        <w:pStyle w:val="ListParagraph"/>
        <w:numPr>
          <w:ilvl w:val="0"/>
          <w:numId w:val="46"/>
        </w:numPr>
      </w:pPr>
      <w:r w:rsidRPr="00154AC3">
        <w:t>Alyssa mows lawns during the summer. On the weekdays, she gets $40 per lawn. On the weekends, she gets $60 per lawn. If Alyssa mowed 26 lawns and earned $1060, how many lawns did she mow on the weekdays and how many on the weekends?</w:t>
      </w:r>
    </w:p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/>
    <w:p w:rsidR="00154AC3" w:rsidRDefault="00154AC3" w:rsidP="00154AC3">
      <w:pPr>
        <w:pStyle w:val="ListParagraph"/>
        <w:numPr>
          <w:ilvl w:val="0"/>
          <w:numId w:val="46"/>
        </w:numPr>
      </w:pPr>
      <w:r w:rsidRPr="00B742BD">
        <w:t>Mei received some gift cards for music and movie downloads for her birthday. Using one of them, she downloaded 19 songs and 10 movies, which cost a total of $109. Using another, she purchased 19 songs and 9 movies, which cost a total of $100. How much does each download cost?</w:t>
      </w:r>
    </w:p>
    <w:p w:rsidR="00154AC3" w:rsidRPr="00B742BD" w:rsidRDefault="00154AC3" w:rsidP="00154AC3">
      <w:pPr>
        <w:pStyle w:val="ListParagraph"/>
      </w:pPr>
    </w:p>
    <w:sectPr w:rsidR="00154AC3" w:rsidRPr="00B742BD" w:rsidSect="00B742BD">
      <w:type w:val="continuous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077" w:rsidRDefault="003A2077">
      <w:r>
        <w:separator/>
      </w:r>
    </w:p>
  </w:endnote>
  <w:endnote w:type="continuationSeparator" w:id="0">
    <w:p w:rsidR="003A2077" w:rsidRDefault="003A2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6C7" w:rsidRPr="00162AA6" w:rsidRDefault="00A64688" w:rsidP="00162AA6">
    <w:pPr>
      <w:pStyle w:val="Footer"/>
    </w:pPr>
    <w:r>
      <w:rPr>
        <w:noProof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2049" type="#_x0000_t98" style="position:absolute;margin-left:166.5pt;margin-top:-12.3pt;width:159pt;height:30pt;z-index:251657216" filled="f">
          <v:textbox style="mso-next-textbox:#_x0000_s2049">
            <w:txbxContent>
              <w:p w:rsidR="00162AA6" w:rsidRDefault="00162AA6"/>
            </w:txbxContent>
          </v:textbox>
        </v:shape>
      </w:pict>
    </w:r>
    <w:r w:rsidR="0078375D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2305050</wp:posOffset>
          </wp:positionH>
          <wp:positionV relativeFrom="paragraph">
            <wp:posOffset>-146685</wp:posOffset>
          </wp:positionV>
          <wp:extent cx="1762125" cy="346710"/>
          <wp:effectExtent l="19050" t="0" r="9525" b="0"/>
          <wp:wrapNone/>
          <wp:docPr id="5" name="Picture 5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077" w:rsidRDefault="003A2077">
      <w:r>
        <w:separator/>
      </w:r>
    </w:p>
  </w:footnote>
  <w:footnote w:type="continuationSeparator" w:id="0">
    <w:p w:rsidR="003A2077" w:rsidRDefault="003A20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410FB"/>
    <w:multiLevelType w:val="hybridMultilevel"/>
    <w:tmpl w:val="05BA062C"/>
    <w:lvl w:ilvl="0" w:tplc="95B6CE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D2647"/>
    <w:multiLevelType w:val="hybridMultilevel"/>
    <w:tmpl w:val="CE646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3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3C24CCB"/>
    <w:multiLevelType w:val="hybridMultilevel"/>
    <w:tmpl w:val="72349ED4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B51217"/>
    <w:multiLevelType w:val="hybridMultilevel"/>
    <w:tmpl w:val="F30CC198"/>
    <w:lvl w:ilvl="0" w:tplc="D63C46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FB169B"/>
    <w:multiLevelType w:val="hybridMultilevel"/>
    <w:tmpl w:val="FCB8BAC2"/>
    <w:lvl w:ilvl="0" w:tplc="DDC0C1A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AF56EA"/>
    <w:multiLevelType w:val="hybridMultilevel"/>
    <w:tmpl w:val="2D4C2464"/>
    <w:lvl w:ilvl="0" w:tplc="39A84A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7E40B7"/>
    <w:multiLevelType w:val="hybridMultilevel"/>
    <w:tmpl w:val="6B667F8E"/>
    <w:lvl w:ilvl="0" w:tplc="39A84A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BFC76B8"/>
    <w:multiLevelType w:val="multilevel"/>
    <w:tmpl w:val="799A7376"/>
    <w:lvl w:ilvl="0">
      <w:start w:val="4"/>
      <w:numFmt w:val="decimal"/>
      <w:lvlText w:val="%1-"/>
      <w:lvlJc w:val="left"/>
      <w:pPr>
        <w:ind w:left="375" w:hanging="375"/>
      </w:pPr>
      <w:rPr>
        <w:rFonts w:hint="default"/>
        <w:sz w:val="24"/>
      </w:rPr>
    </w:lvl>
    <w:lvl w:ilvl="1">
      <w:start w:val="1"/>
      <w:numFmt w:val="decimal"/>
      <w:lvlText w:val="%1-%2."/>
      <w:lvlJc w:val="left"/>
      <w:pPr>
        <w:ind w:left="1095" w:hanging="375"/>
      </w:pPr>
      <w:rPr>
        <w:rFonts w:hint="default"/>
        <w:sz w:val="24"/>
      </w:rPr>
    </w:lvl>
    <w:lvl w:ilvl="2">
      <w:start w:val="1"/>
      <w:numFmt w:val="decimal"/>
      <w:lvlText w:val="%1-%2.%3."/>
      <w:lvlJc w:val="left"/>
      <w:pPr>
        <w:ind w:left="1815" w:hanging="375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ind w:left="2535" w:hanging="375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ind w:left="3255" w:hanging="375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ind w:left="3975" w:hanging="375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ind w:left="4695" w:hanging="375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ind w:left="5415" w:hanging="375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ind w:left="6135" w:hanging="375"/>
      </w:pPr>
      <w:rPr>
        <w:rFonts w:hint="default"/>
        <w:sz w:val="24"/>
      </w:rPr>
    </w:lvl>
  </w:abstractNum>
  <w:abstractNum w:abstractNumId="41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42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EC4136"/>
    <w:multiLevelType w:val="hybridMultilevel"/>
    <w:tmpl w:val="970C256A"/>
    <w:lvl w:ilvl="0" w:tplc="D63C46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28"/>
  </w:num>
  <w:num w:numId="3">
    <w:abstractNumId w:val="26"/>
  </w:num>
  <w:num w:numId="4">
    <w:abstractNumId w:val="15"/>
  </w:num>
  <w:num w:numId="5">
    <w:abstractNumId w:val="21"/>
  </w:num>
  <w:num w:numId="6">
    <w:abstractNumId w:val="45"/>
  </w:num>
  <w:num w:numId="7">
    <w:abstractNumId w:val="32"/>
  </w:num>
  <w:num w:numId="8">
    <w:abstractNumId w:val="13"/>
  </w:num>
  <w:num w:numId="9">
    <w:abstractNumId w:val="11"/>
  </w:num>
  <w:num w:numId="10">
    <w:abstractNumId w:val="37"/>
  </w:num>
  <w:num w:numId="11">
    <w:abstractNumId w:val="5"/>
  </w:num>
  <w:num w:numId="12">
    <w:abstractNumId w:val="41"/>
  </w:num>
  <w:num w:numId="13">
    <w:abstractNumId w:val="12"/>
  </w:num>
  <w:num w:numId="14">
    <w:abstractNumId w:val="19"/>
  </w:num>
  <w:num w:numId="15">
    <w:abstractNumId w:val="33"/>
  </w:num>
  <w:num w:numId="16">
    <w:abstractNumId w:val="38"/>
  </w:num>
  <w:num w:numId="17">
    <w:abstractNumId w:val="36"/>
  </w:num>
  <w:num w:numId="18">
    <w:abstractNumId w:val="16"/>
  </w:num>
  <w:num w:numId="19">
    <w:abstractNumId w:val="14"/>
  </w:num>
  <w:num w:numId="20">
    <w:abstractNumId w:val="2"/>
  </w:num>
  <w:num w:numId="21">
    <w:abstractNumId w:val="6"/>
  </w:num>
  <w:num w:numId="22">
    <w:abstractNumId w:val="46"/>
  </w:num>
  <w:num w:numId="23">
    <w:abstractNumId w:val="27"/>
  </w:num>
  <w:num w:numId="24">
    <w:abstractNumId w:val="23"/>
  </w:num>
  <w:num w:numId="25">
    <w:abstractNumId w:val="42"/>
  </w:num>
  <w:num w:numId="26">
    <w:abstractNumId w:val="7"/>
  </w:num>
  <w:num w:numId="27">
    <w:abstractNumId w:val="1"/>
  </w:num>
  <w:num w:numId="28">
    <w:abstractNumId w:val="4"/>
  </w:num>
  <w:num w:numId="29">
    <w:abstractNumId w:val="8"/>
  </w:num>
  <w:num w:numId="30">
    <w:abstractNumId w:val="17"/>
  </w:num>
  <w:num w:numId="31">
    <w:abstractNumId w:val="29"/>
  </w:num>
  <w:num w:numId="32">
    <w:abstractNumId w:val="39"/>
  </w:num>
  <w:num w:numId="33">
    <w:abstractNumId w:val="20"/>
  </w:num>
  <w:num w:numId="34">
    <w:abstractNumId w:val="30"/>
  </w:num>
  <w:num w:numId="35">
    <w:abstractNumId w:val="10"/>
  </w:num>
  <w:num w:numId="36">
    <w:abstractNumId w:val="18"/>
  </w:num>
  <w:num w:numId="37">
    <w:abstractNumId w:val="22"/>
  </w:num>
  <w:num w:numId="38">
    <w:abstractNumId w:val="0"/>
  </w:num>
  <w:num w:numId="39">
    <w:abstractNumId w:val="34"/>
  </w:num>
  <w:num w:numId="40">
    <w:abstractNumId w:val="35"/>
  </w:num>
  <w:num w:numId="41">
    <w:abstractNumId w:val="40"/>
  </w:num>
  <w:num w:numId="42">
    <w:abstractNumId w:val="25"/>
  </w:num>
  <w:num w:numId="43">
    <w:abstractNumId w:val="31"/>
  </w:num>
  <w:num w:numId="44">
    <w:abstractNumId w:val="3"/>
  </w:num>
  <w:num w:numId="45">
    <w:abstractNumId w:val="24"/>
  </w:num>
  <w:num w:numId="46">
    <w:abstractNumId w:val="9"/>
  </w:num>
  <w:num w:numId="47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11266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B496A"/>
    <w:rsid w:val="000E7AD7"/>
    <w:rsid w:val="00115105"/>
    <w:rsid w:val="00154AC3"/>
    <w:rsid w:val="00162AA6"/>
    <w:rsid w:val="00187477"/>
    <w:rsid w:val="00193F33"/>
    <w:rsid w:val="001C46C7"/>
    <w:rsid w:val="001E2013"/>
    <w:rsid w:val="002174D7"/>
    <w:rsid w:val="0024441B"/>
    <w:rsid w:val="00276816"/>
    <w:rsid w:val="002B13F5"/>
    <w:rsid w:val="003113C1"/>
    <w:rsid w:val="00395A4C"/>
    <w:rsid w:val="003A2077"/>
    <w:rsid w:val="003B0B50"/>
    <w:rsid w:val="003C6032"/>
    <w:rsid w:val="003D4AD7"/>
    <w:rsid w:val="0040085F"/>
    <w:rsid w:val="004275E3"/>
    <w:rsid w:val="004962B6"/>
    <w:rsid w:val="004E0AA2"/>
    <w:rsid w:val="004F4694"/>
    <w:rsid w:val="005D54B8"/>
    <w:rsid w:val="006136CF"/>
    <w:rsid w:val="00681B49"/>
    <w:rsid w:val="00741C52"/>
    <w:rsid w:val="0078375D"/>
    <w:rsid w:val="007B04D7"/>
    <w:rsid w:val="007C5E01"/>
    <w:rsid w:val="007D3883"/>
    <w:rsid w:val="007F15B1"/>
    <w:rsid w:val="0083122C"/>
    <w:rsid w:val="008336DE"/>
    <w:rsid w:val="008465E4"/>
    <w:rsid w:val="008718A2"/>
    <w:rsid w:val="0091669A"/>
    <w:rsid w:val="009C5EF3"/>
    <w:rsid w:val="009D3167"/>
    <w:rsid w:val="009E1E92"/>
    <w:rsid w:val="00A226F8"/>
    <w:rsid w:val="00A453A3"/>
    <w:rsid w:val="00A5570A"/>
    <w:rsid w:val="00A64688"/>
    <w:rsid w:val="00B332B9"/>
    <w:rsid w:val="00B416B8"/>
    <w:rsid w:val="00B742BD"/>
    <w:rsid w:val="00BB70C6"/>
    <w:rsid w:val="00BC5612"/>
    <w:rsid w:val="00C633B1"/>
    <w:rsid w:val="00C6643F"/>
    <w:rsid w:val="00CB55F0"/>
    <w:rsid w:val="00D26746"/>
    <w:rsid w:val="00D556A2"/>
    <w:rsid w:val="00D6468B"/>
    <w:rsid w:val="00E241EF"/>
    <w:rsid w:val="00E52CC2"/>
    <w:rsid w:val="00E55A59"/>
    <w:rsid w:val="00E9254C"/>
    <w:rsid w:val="00EC7467"/>
    <w:rsid w:val="00ED31DA"/>
    <w:rsid w:val="00EF0795"/>
    <w:rsid w:val="00F3345E"/>
    <w:rsid w:val="00F443B7"/>
    <w:rsid w:val="00F90FD3"/>
    <w:rsid w:val="00FE24B7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No Spacing" w:uiPriority="1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paragraph" w:styleId="ListParagraph">
    <w:name w:val="List Paragraph"/>
    <w:basedOn w:val="Normal"/>
    <w:uiPriority w:val="34"/>
    <w:qFormat/>
    <w:rsid w:val="005D54B8"/>
    <w:pPr>
      <w:ind w:left="720"/>
    </w:pPr>
  </w:style>
  <w:style w:type="character" w:styleId="PlaceholderText">
    <w:name w:val="Placeholder Text"/>
    <w:basedOn w:val="DefaultParagraphFont"/>
    <w:rsid w:val="0078375D"/>
    <w:rPr>
      <w:color w:val="808080"/>
    </w:rPr>
  </w:style>
  <w:style w:type="paragraph" w:styleId="NoSpacing">
    <w:name w:val="No Spacing"/>
    <w:link w:val="NoSpacingChar"/>
    <w:uiPriority w:val="1"/>
    <w:qFormat/>
    <w:rsid w:val="004962B6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4962B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feature=player_embedded&amp;v=gaAYFsBFTn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17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cp:lastPrinted>2014-08-23T23:08:00Z</cp:lastPrinted>
  <dcterms:created xsi:type="dcterms:W3CDTF">2014-09-02T03:41:00Z</dcterms:created>
  <dcterms:modified xsi:type="dcterms:W3CDTF">2014-09-02T04:01:00Z</dcterms:modified>
</cp:coreProperties>
</file>